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AA8A" w14:textId="5847F842"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val="en-US"/>
        </w:rPr>
        <w:drawing>
          <wp:inline distT="0" distB="0" distL="0" distR="0" wp14:anchorId="66DC37AF" wp14:editId="47587A64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3B95" w14:textId="77777777"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14:paraId="139994B2" w14:textId="77777777"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14:paraId="6AEFBFF5" w14:textId="30F72029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14:paraId="0AA40B60" w14:textId="77777777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0763" w:type="dxa"/>
        <w:tblLook w:val="04A0" w:firstRow="1" w:lastRow="0" w:firstColumn="1" w:lastColumn="0" w:noHBand="0" w:noVBand="1"/>
      </w:tblPr>
      <w:tblGrid>
        <w:gridCol w:w="108"/>
        <w:gridCol w:w="5342"/>
        <w:gridCol w:w="504"/>
        <w:gridCol w:w="3874"/>
        <w:gridCol w:w="935"/>
      </w:tblGrid>
      <w:tr w:rsidR="00CA047E" w:rsidRPr="006073A2" w14:paraId="108F0B7A" w14:textId="77777777" w:rsidTr="009F2FD7">
        <w:tc>
          <w:tcPr>
            <w:tcW w:w="5954" w:type="dxa"/>
            <w:gridSpan w:val="3"/>
            <w:shd w:val="clear" w:color="auto" w:fill="auto"/>
          </w:tcPr>
          <w:p w14:paraId="6BE45822" w14:textId="77777777" w:rsidR="00CA047E" w:rsidRPr="006073A2" w:rsidRDefault="00CA047E" w:rsidP="00341011"/>
        </w:tc>
        <w:tc>
          <w:tcPr>
            <w:tcW w:w="4809" w:type="dxa"/>
            <w:gridSpan w:val="2"/>
            <w:shd w:val="clear" w:color="auto" w:fill="auto"/>
          </w:tcPr>
          <w:p w14:paraId="3215FCC6" w14:textId="77777777" w:rsidR="00CA047E" w:rsidRPr="006073A2" w:rsidRDefault="00CA047E" w:rsidP="009F7613">
            <w:pPr>
              <w:jc w:val="both"/>
            </w:pPr>
          </w:p>
        </w:tc>
      </w:tr>
      <w:tr w:rsidR="009F2FD7" w:rsidRPr="005B00D1" w14:paraId="148CD8C2" w14:textId="77777777" w:rsidTr="009F2FD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35" w:type="dxa"/>
          <w:trHeight w:val="472"/>
        </w:trPr>
        <w:tc>
          <w:tcPr>
            <w:tcW w:w="5342" w:type="dxa"/>
          </w:tcPr>
          <w:p w14:paraId="38B70401" w14:textId="2D8B36A4" w:rsidR="009F2FD7" w:rsidRDefault="009F2FD7" w:rsidP="00892ABA">
            <w:pPr>
              <w:ind w:left="72"/>
            </w:pPr>
            <w:bookmarkStart w:id="0" w:name="_Hlk35887199"/>
            <w:r>
              <w:t>UAB „</w:t>
            </w:r>
            <w:r w:rsidR="00460DBB">
              <w:t>Transjuda</w:t>
            </w:r>
            <w:r>
              <w:t>“</w:t>
            </w:r>
          </w:p>
          <w:p w14:paraId="4567BECA" w14:textId="27F4808D" w:rsidR="009F2FD7" w:rsidRDefault="009F2FD7" w:rsidP="00892ABA">
            <w:pPr>
              <w:ind w:left="72"/>
            </w:pPr>
            <w:r>
              <w:t xml:space="preserve">El.p. </w:t>
            </w:r>
            <w:r w:rsidR="00460DBB" w:rsidRPr="00460DBB">
              <w:t>info@transjuda.com</w:t>
            </w:r>
          </w:p>
          <w:p w14:paraId="380F187C" w14:textId="77777777" w:rsidR="009F2FD7" w:rsidRDefault="009F2FD7" w:rsidP="00892ABA">
            <w:r>
              <w:t xml:space="preserve">           </w:t>
            </w:r>
          </w:p>
          <w:p w14:paraId="362B235D" w14:textId="77777777" w:rsidR="009F2FD7" w:rsidRPr="005B00D1" w:rsidRDefault="009F2FD7" w:rsidP="00892ABA"/>
          <w:p w14:paraId="2FF88A37" w14:textId="77777777" w:rsidR="009F2FD7" w:rsidRPr="005B00D1" w:rsidRDefault="009F2FD7" w:rsidP="00892ABA"/>
        </w:tc>
        <w:tc>
          <w:tcPr>
            <w:tcW w:w="4378" w:type="dxa"/>
            <w:gridSpan w:val="2"/>
          </w:tcPr>
          <w:p w14:paraId="317C9C81" w14:textId="6C2AEA6A" w:rsidR="009F2FD7" w:rsidRPr="005B00D1" w:rsidRDefault="009F2FD7" w:rsidP="00892ABA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14:paraId="7A64406C" w14:textId="1FBA482A" w:rsidR="009F2FD7" w:rsidRPr="00FB5419" w:rsidRDefault="009F2FD7" w:rsidP="009F2FD7">
      <w:pPr>
        <w:ind w:firstLine="720"/>
        <w:jc w:val="center"/>
        <w:rPr>
          <w:b/>
          <w:caps/>
        </w:rPr>
      </w:pPr>
      <w:r w:rsidRPr="00FB5419">
        <w:rPr>
          <w:b/>
        </w:rPr>
        <w:t xml:space="preserve">PAŽYMA – ATSILIEPIMAS </w:t>
      </w:r>
      <w:r w:rsidRPr="00FB5419">
        <w:rPr>
          <w:b/>
          <w:caps/>
        </w:rPr>
        <w:t xml:space="preserve">apie </w:t>
      </w:r>
      <w:r w:rsidR="00170113">
        <w:rPr>
          <w:b/>
          <w:caps/>
        </w:rPr>
        <w:t>Į</w:t>
      </w:r>
      <w:r w:rsidRPr="00FB5419">
        <w:rPr>
          <w:b/>
          <w:caps/>
        </w:rPr>
        <w:t>vykd</w:t>
      </w:r>
      <w:r w:rsidR="00170113">
        <w:rPr>
          <w:b/>
          <w:caps/>
        </w:rPr>
        <w:t>ytą</w:t>
      </w:r>
      <w:r w:rsidRPr="00FB5419">
        <w:rPr>
          <w:b/>
          <w:caps/>
        </w:rPr>
        <w:t xml:space="preserve"> sutartį</w:t>
      </w:r>
    </w:p>
    <w:p w14:paraId="7308670B" w14:textId="77777777" w:rsidR="009F2FD7" w:rsidRPr="008D62C3" w:rsidRDefault="009F2FD7" w:rsidP="009F2FD7">
      <w:pPr>
        <w:ind w:firstLine="720"/>
        <w:jc w:val="center"/>
        <w:rPr>
          <w:b/>
          <w:lang w:eastAsia="lt-LT"/>
        </w:rPr>
      </w:pPr>
    </w:p>
    <w:bookmarkEnd w:id="0"/>
    <w:p w14:paraId="19F87458" w14:textId="6B94080B" w:rsidR="00EA23E4" w:rsidRDefault="00EA23E4" w:rsidP="0095414C">
      <w:pPr>
        <w:ind w:firstLine="1134"/>
        <w:jc w:val="both"/>
        <w:rPr>
          <w:lang w:eastAsia="lt-LT"/>
        </w:rPr>
      </w:pPr>
    </w:p>
    <w:p w14:paraId="652C9898" w14:textId="175E48FC" w:rsidR="00BD1A99" w:rsidRPr="00BD1A99" w:rsidRDefault="00BD1A99" w:rsidP="00BD1A99">
      <w:pPr>
        <w:ind w:firstLine="1134"/>
        <w:jc w:val="both"/>
        <w:rPr>
          <w:lang w:eastAsia="lt-LT"/>
        </w:rPr>
      </w:pPr>
      <w:r w:rsidRPr="00BD1A99">
        <w:rPr>
          <w:b/>
          <w:szCs w:val="20"/>
          <w:lang w:eastAsia="lt-LT"/>
        </w:rPr>
        <w:t>UAB TRANSJUDA</w:t>
      </w:r>
      <w:r w:rsidRPr="00BD1A99">
        <w:rPr>
          <w:szCs w:val="20"/>
          <w:lang w:eastAsia="lt-LT"/>
        </w:rPr>
        <w:t>, įmonės kodas 301577545, vadovaujantis 20</w:t>
      </w:r>
      <w:r w:rsidR="00140ACB">
        <w:rPr>
          <w:szCs w:val="20"/>
          <w:lang w:eastAsia="lt-LT"/>
        </w:rPr>
        <w:t>20</w:t>
      </w:r>
      <w:r w:rsidRPr="00BD1A99">
        <w:rPr>
          <w:szCs w:val="20"/>
          <w:lang w:eastAsia="lt-LT"/>
        </w:rPr>
        <w:t>-04-</w:t>
      </w:r>
      <w:r w:rsidR="00140ACB">
        <w:rPr>
          <w:szCs w:val="20"/>
          <w:lang w:eastAsia="lt-LT"/>
        </w:rPr>
        <w:t>27</w:t>
      </w:r>
      <w:r w:rsidRPr="00BD1A99">
        <w:rPr>
          <w:szCs w:val="20"/>
          <w:lang w:eastAsia="lt-LT"/>
        </w:rPr>
        <w:t xml:space="preserve"> sutartimi Nr. AS-</w:t>
      </w:r>
      <w:r w:rsidR="00140ACB">
        <w:rPr>
          <w:szCs w:val="20"/>
          <w:lang w:eastAsia="lt-LT"/>
        </w:rPr>
        <w:t>614</w:t>
      </w:r>
      <w:r w:rsidRPr="00BD1A99">
        <w:rPr>
          <w:szCs w:val="20"/>
          <w:lang w:eastAsia="lt-LT"/>
        </w:rPr>
        <w:t xml:space="preserve"> (pirkimo Nr. 4</w:t>
      </w:r>
      <w:r w:rsidR="00D53ABE">
        <w:rPr>
          <w:szCs w:val="20"/>
          <w:lang w:eastAsia="lt-LT"/>
        </w:rPr>
        <w:t>708721</w:t>
      </w:r>
      <w:r w:rsidRPr="00BD1A99">
        <w:rPr>
          <w:szCs w:val="20"/>
          <w:lang w:eastAsia="lt-LT"/>
        </w:rPr>
        <w:t xml:space="preserve">) vykdė </w:t>
      </w:r>
      <w:r w:rsidR="008323B1">
        <w:rPr>
          <w:szCs w:val="20"/>
          <w:lang w:eastAsia="lt-LT"/>
        </w:rPr>
        <w:t>2020-</w:t>
      </w:r>
      <w:r w:rsidRPr="00BD1A99">
        <w:rPr>
          <w:szCs w:val="20"/>
          <w:lang w:eastAsia="lt-LT"/>
        </w:rPr>
        <w:t>20</w:t>
      </w:r>
      <w:r w:rsidR="00140ACB">
        <w:rPr>
          <w:szCs w:val="20"/>
          <w:lang w:eastAsia="lt-LT"/>
        </w:rPr>
        <w:t>2</w:t>
      </w:r>
      <w:r w:rsidR="008323B1">
        <w:rPr>
          <w:szCs w:val="20"/>
          <w:lang w:eastAsia="lt-LT"/>
        </w:rPr>
        <w:t>1</w:t>
      </w:r>
      <w:r w:rsidRPr="00BD1A99">
        <w:rPr>
          <w:szCs w:val="20"/>
          <w:lang w:eastAsia="lt-LT"/>
        </w:rPr>
        <w:t xml:space="preserve"> m. šiuos darbus: „Klaipėdos rajono savivaldybės vietinės reikšmės kelių (gatvių) </w:t>
      </w:r>
      <w:r w:rsidR="00140ACB">
        <w:rPr>
          <w:szCs w:val="20"/>
          <w:lang w:eastAsia="lt-LT"/>
        </w:rPr>
        <w:t xml:space="preserve">ir jų elementų priežiūros ir paprastojo remonto darbus“. </w:t>
      </w:r>
    </w:p>
    <w:p w14:paraId="7AE6E498" w14:textId="76BDEA10" w:rsidR="00BD1A99" w:rsidRPr="00BD1A99" w:rsidRDefault="00BD1A99" w:rsidP="00BD1A99">
      <w:pPr>
        <w:ind w:firstLine="1134"/>
        <w:jc w:val="both"/>
        <w:rPr>
          <w:lang w:eastAsia="lt-LT"/>
        </w:rPr>
      </w:pPr>
      <w:r w:rsidRPr="00BD1A99">
        <w:rPr>
          <w:lang w:eastAsia="lt-LT"/>
        </w:rPr>
        <w:t xml:space="preserve">Sutarties galiojimo terminas 36 mėn. Sutarties kaina </w:t>
      </w:r>
      <w:r w:rsidR="008323B1">
        <w:rPr>
          <w:lang w:eastAsia="lt-LT"/>
        </w:rPr>
        <w:t>1451619,77</w:t>
      </w:r>
      <w:r w:rsidRPr="00BD1A99">
        <w:rPr>
          <w:lang w:eastAsia="lt-LT"/>
        </w:rPr>
        <w:t xml:space="preserve"> Eur </w:t>
      </w:r>
      <w:r w:rsidR="008323B1">
        <w:rPr>
          <w:lang w:eastAsia="lt-LT"/>
        </w:rPr>
        <w:t>su</w:t>
      </w:r>
      <w:r w:rsidRPr="00BD1A99">
        <w:rPr>
          <w:lang w:eastAsia="lt-LT"/>
        </w:rPr>
        <w:t xml:space="preserve"> PVM.</w:t>
      </w:r>
    </w:p>
    <w:p w14:paraId="06DC9235" w14:textId="49B53971" w:rsidR="00BD1A99" w:rsidRPr="00BD1A99" w:rsidRDefault="00BD1A99" w:rsidP="00BD1A99">
      <w:pPr>
        <w:ind w:firstLine="1134"/>
        <w:rPr>
          <w:i/>
          <w:lang w:eastAsia="lt-LT"/>
        </w:rPr>
      </w:pPr>
      <w:r w:rsidRPr="00BD1A99">
        <w:rPr>
          <w:lang w:eastAsia="lt-LT"/>
        </w:rPr>
        <w:t xml:space="preserve">Darbai vykdomi: </w:t>
      </w:r>
      <w:r w:rsidRPr="00BD1A99">
        <w:rPr>
          <w:u w:val="single"/>
          <w:lang w:eastAsia="lt-LT"/>
        </w:rPr>
        <w:t xml:space="preserve">Klaipėdos rajono savivaldybės vietinės reikšmės keliuose (gatvėse). </w:t>
      </w:r>
      <w:r w:rsidRPr="00BD1A99">
        <w:rPr>
          <w:bCs/>
          <w:szCs w:val="20"/>
          <w:lang w:eastAsia="lt-LT"/>
        </w:rPr>
        <w:t>Iki 202</w:t>
      </w:r>
      <w:r w:rsidR="008323B1">
        <w:rPr>
          <w:bCs/>
          <w:szCs w:val="20"/>
          <w:lang w:eastAsia="lt-LT"/>
        </w:rPr>
        <w:t>1</w:t>
      </w:r>
      <w:r w:rsidRPr="00BD1A99">
        <w:rPr>
          <w:bCs/>
          <w:szCs w:val="20"/>
          <w:lang w:eastAsia="lt-LT"/>
        </w:rPr>
        <w:t xml:space="preserve"> m. </w:t>
      </w:r>
      <w:r w:rsidR="008323B1">
        <w:rPr>
          <w:bCs/>
          <w:szCs w:val="20"/>
          <w:lang w:eastAsia="lt-LT"/>
        </w:rPr>
        <w:t>rugpjūčio</w:t>
      </w:r>
      <w:r w:rsidR="00526733">
        <w:rPr>
          <w:bCs/>
          <w:szCs w:val="20"/>
          <w:lang w:eastAsia="lt-LT"/>
        </w:rPr>
        <w:t xml:space="preserve"> mėn.</w:t>
      </w:r>
      <w:r w:rsidR="00D53ABE">
        <w:rPr>
          <w:bCs/>
          <w:szCs w:val="20"/>
          <w:lang w:eastAsia="lt-LT"/>
        </w:rPr>
        <w:t xml:space="preserve"> </w:t>
      </w:r>
      <w:r w:rsidRPr="00BD1A99">
        <w:rPr>
          <w:bCs/>
          <w:szCs w:val="20"/>
          <w:lang w:eastAsia="lt-LT"/>
        </w:rPr>
        <w:t xml:space="preserve">atliko darbų už </w:t>
      </w:r>
      <w:r w:rsidR="008323B1">
        <w:rPr>
          <w:bCs/>
          <w:szCs w:val="20"/>
          <w:lang w:eastAsia="lt-LT"/>
        </w:rPr>
        <w:t>1451619,77</w:t>
      </w:r>
      <w:r w:rsidR="00D53ABE">
        <w:rPr>
          <w:bCs/>
          <w:szCs w:val="20"/>
          <w:lang w:eastAsia="lt-LT"/>
        </w:rPr>
        <w:t xml:space="preserve"> </w:t>
      </w:r>
      <w:r w:rsidRPr="00BD1A99">
        <w:rPr>
          <w:bCs/>
          <w:szCs w:val="20"/>
          <w:lang w:eastAsia="lt-LT"/>
        </w:rPr>
        <w:t>Eur su PVM.</w:t>
      </w:r>
      <w:r w:rsidRPr="00BD1A99">
        <w:rPr>
          <w:u w:val="single"/>
          <w:lang w:eastAsia="lt-LT"/>
        </w:rPr>
        <w:t xml:space="preserve"> </w:t>
      </w:r>
    </w:p>
    <w:p w14:paraId="56E1BFD0" w14:textId="3B1CB720" w:rsidR="00BD1A99" w:rsidRPr="00BD1A99" w:rsidRDefault="00BD1A99" w:rsidP="00BD1A99">
      <w:pPr>
        <w:ind w:firstLine="1134"/>
        <w:jc w:val="both"/>
      </w:pPr>
      <w:r w:rsidRPr="00BD1A99">
        <w:t>Techninės priežiūros vykdytojas parašu patvirtino, kad darbai atlikti kokybiškai pagal galiojančių teisės aktų, reglamentuojančių darbų atlikimą, reikalavimus ir tinkamai užbaigti.</w:t>
      </w:r>
    </w:p>
    <w:p w14:paraId="2905710E" w14:textId="11A48494" w:rsidR="00EA23E4" w:rsidRDefault="00EA23E4" w:rsidP="0095414C">
      <w:pPr>
        <w:ind w:firstLine="1134"/>
        <w:jc w:val="both"/>
        <w:rPr>
          <w:lang w:eastAsia="lt-LT"/>
        </w:rPr>
      </w:pPr>
    </w:p>
    <w:p w14:paraId="6F7ED41D" w14:textId="6F9C5F22" w:rsidR="00D53ABE" w:rsidRDefault="00D53ABE" w:rsidP="0095414C">
      <w:pPr>
        <w:ind w:firstLine="1134"/>
        <w:jc w:val="both"/>
        <w:rPr>
          <w:lang w:eastAsia="lt-LT"/>
        </w:rPr>
      </w:pPr>
    </w:p>
    <w:p w14:paraId="5CFA8C44" w14:textId="77777777" w:rsidR="00D53ABE" w:rsidRPr="00861ADB" w:rsidRDefault="00D53ABE" w:rsidP="0095414C">
      <w:pPr>
        <w:ind w:firstLine="1134"/>
        <w:jc w:val="both"/>
        <w:rPr>
          <w:lang w:eastAsia="lt-LT"/>
        </w:rPr>
      </w:pPr>
    </w:p>
    <w:p w14:paraId="7E4989F9" w14:textId="7C5E9143" w:rsidR="00E9500D" w:rsidRDefault="0095414C" w:rsidP="0095414C">
      <w:r w:rsidRPr="00861ADB">
        <w:t>Direktori</w:t>
      </w:r>
      <w:r w:rsidR="00CD069D" w:rsidRPr="00861ADB">
        <w:t>a</w:t>
      </w:r>
      <w:r w:rsidRPr="00861ADB">
        <w:t>us</w:t>
      </w:r>
      <w:r w:rsidR="00CD069D" w:rsidRPr="00861ADB">
        <w:t xml:space="preserve"> pavaduotojas</w:t>
      </w:r>
      <w:r w:rsidRPr="00861ADB">
        <w:t xml:space="preserve"> </w:t>
      </w:r>
      <w:r w:rsidRPr="00861ADB">
        <w:tab/>
      </w:r>
      <w:r w:rsidRPr="00861ADB">
        <w:tab/>
      </w:r>
      <w:r w:rsidRPr="00861ADB">
        <w:tab/>
      </w:r>
      <w:r w:rsidRPr="00861ADB">
        <w:tab/>
      </w:r>
      <w:r w:rsidRPr="00861ADB">
        <w:tab/>
      </w:r>
      <w:r w:rsidR="006A245F">
        <w:t>Česlovas Banevičius</w:t>
      </w:r>
    </w:p>
    <w:p w14:paraId="2B40B231" w14:textId="6C00CF80" w:rsidR="00EA23E4" w:rsidRDefault="00EA23E4" w:rsidP="0095414C"/>
    <w:p w14:paraId="76254933" w14:textId="0F76125B" w:rsidR="00EA23E4" w:rsidRDefault="00EA23E4" w:rsidP="0095414C"/>
    <w:p w14:paraId="3FAAE508" w14:textId="1A2131AF" w:rsidR="00EA23E4" w:rsidRDefault="00EA23E4" w:rsidP="0095414C"/>
    <w:p w14:paraId="067BCEE2" w14:textId="36A5089D" w:rsidR="00EA23E4" w:rsidRDefault="00EA23E4" w:rsidP="0095414C"/>
    <w:p w14:paraId="74484905" w14:textId="77777777" w:rsidR="00EA23E4" w:rsidRDefault="00EA23E4" w:rsidP="0095414C"/>
    <w:p w14:paraId="167F37B0" w14:textId="29881E3A" w:rsidR="00EA23E4" w:rsidRDefault="00EA23E4" w:rsidP="0095414C"/>
    <w:p w14:paraId="65FC4EE4" w14:textId="1B6B6708" w:rsidR="00EA23E4" w:rsidRDefault="00EA23E4" w:rsidP="0095414C"/>
    <w:p w14:paraId="025C6E75" w14:textId="2F063C19" w:rsidR="00EA23E4" w:rsidRDefault="00EA23E4" w:rsidP="0095414C"/>
    <w:p w14:paraId="1D3C4A67" w14:textId="2CFF0831" w:rsidR="00EA23E4" w:rsidRDefault="00EA23E4" w:rsidP="0095414C"/>
    <w:p w14:paraId="4EEA112C" w14:textId="04A1A8DE" w:rsidR="00EA23E4" w:rsidRDefault="00EA23E4" w:rsidP="0095414C"/>
    <w:p w14:paraId="48D804FF" w14:textId="224474E5" w:rsidR="00EA23E4" w:rsidRDefault="00EA23E4" w:rsidP="0095414C"/>
    <w:p w14:paraId="374528E5" w14:textId="733E9967" w:rsidR="00EA23E4" w:rsidRDefault="00EA23E4" w:rsidP="0095414C"/>
    <w:p w14:paraId="438FF7CF" w14:textId="05228F8D" w:rsidR="00EA23E4" w:rsidRDefault="00EA23E4" w:rsidP="0095414C"/>
    <w:p w14:paraId="19E9D56A" w14:textId="3AACF808" w:rsidR="00EA23E4" w:rsidRDefault="00EA23E4" w:rsidP="0095414C"/>
    <w:p w14:paraId="18B43169" w14:textId="77777777" w:rsidR="00EA23E4" w:rsidRDefault="00EA23E4" w:rsidP="0095414C"/>
    <w:p w14:paraId="0D14F17B" w14:textId="75C65C03" w:rsidR="00E52B58" w:rsidRDefault="00DA6404" w:rsidP="00DA6404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V. Valantinas</w:t>
      </w:r>
    </w:p>
    <w:p w14:paraId="55C4CEF5" w14:textId="77777777" w:rsidR="00DA6404" w:rsidRPr="00527523" w:rsidRDefault="00DA6404" w:rsidP="00DA6404">
      <w:pPr>
        <w:tabs>
          <w:tab w:val="left" w:pos="426"/>
        </w:tabs>
        <w:rPr>
          <w:sz w:val="22"/>
          <w:szCs w:val="22"/>
        </w:rPr>
      </w:pPr>
    </w:p>
    <w:p w14:paraId="27F7B59B" w14:textId="62FF8113" w:rsidR="00F70680" w:rsidRPr="00F70680" w:rsidRDefault="0095414C" w:rsidP="00F70680">
      <w:r w:rsidRPr="00527523">
        <w:rPr>
          <w:sz w:val="22"/>
          <w:szCs w:val="22"/>
          <w:lang w:val="en-GB"/>
        </w:rPr>
        <w:t xml:space="preserve">K. Jokubaitytė, tel. (8 46) 47 20 21, el. p. </w:t>
      </w:r>
      <w:hyperlink r:id="rId9" w:history="1">
        <w:r w:rsidRPr="00527523">
          <w:rPr>
            <w:color w:val="0000FF"/>
            <w:sz w:val="22"/>
            <w:szCs w:val="22"/>
            <w:u w:val="single"/>
            <w:lang w:val="en-GB"/>
          </w:rPr>
          <w:t>kristina.jokubaityte@klaipedos-r.lt</w:t>
        </w:r>
      </w:hyperlink>
    </w:p>
    <w:sectPr w:rsidR="00F70680" w:rsidRPr="00F70680" w:rsidSect="003063A4">
      <w:footerReference w:type="first" r:id="rId10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7F62" w14:textId="77777777" w:rsidR="006943D8" w:rsidRDefault="006943D8" w:rsidP="00F3669A">
      <w:r>
        <w:separator/>
      </w:r>
    </w:p>
  </w:endnote>
  <w:endnote w:type="continuationSeparator" w:id="0">
    <w:p w14:paraId="52D800A8" w14:textId="77777777" w:rsidR="006943D8" w:rsidRDefault="006943D8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Courier New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E974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F4CA5B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" strokecolor="black [3200]" strokeweight=".5pt">
              <v:stroke joinstyle="miter"/>
              <w10:wrap anchorx="margin"/>
            </v:line>
          </w:pict>
        </mc:Fallback>
      </mc:AlternateContent>
    </w:r>
  </w:p>
  <w:p w14:paraId="5BC8D55D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E42E7" w14:textId="1CD72E1D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14:paraId="324963E5" w14:textId="2703959E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14:paraId="448A2913" w14:textId="6027B353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</w:t>
    </w:r>
    <w:r w:rsidR="0024476F" w:rsidRPr="0024476F">
      <w:rPr>
        <w:sz w:val="20"/>
        <w:szCs w:val="20"/>
      </w:rPr>
      <w:t>(8 46) 21 11 16.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14:paraId="56C99FA4" w14:textId="071239BB" w:rsidR="003063A4" w:rsidRPr="00733C69" w:rsidRDefault="00733C69" w:rsidP="00733C69">
    <w:pPr>
      <w:pStyle w:val="Porat"/>
      <w:tabs>
        <w:tab w:val="right" w:pos="9638"/>
      </w:tabs>
      <w:ind w:hanging="1134"/>
      <w:rPr>
        <w:lang w:val="en-US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>
      <w:rPr>
        <w:lang w:val="en-US"/>
      </w:rPr>
      <w:tab/>
    </w:r>
    <w:r w:rsidR="003063A4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695F" w14:textId="77777777" w:rsidR="006943D8" w:rsidRDefault="006943D8" w:rsidP="00F3669A">
      <w:r>
        <w:separator/>
      </w:r>
    </w:p>
  </w:footnote>
  <w:footnote w:type="continuationSeparator" w:id="0">
    <w:p w14:paraId="5C700741" w14:textId="77777777" w:rsidR="006943D8" w:rsidRDefault="006943D8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4513B4E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2A0"/>
    <w:multiLevelType w:val="hybridMultilevel"/>
    <w:tmpl w:val="11AC310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1492B4E"/>
    <w:multiLevelType w:val="hybridMultilevel"/>
    <w:tmpl w:val="FEDE0EAA"/>
    <w:lvl w:ilvl="0" w:tplc="DFAED6E0">
      <w:start w:val="1"/>
      <w:numFmt w:val="lowerLetter"/>
      <w:lvlText w:val="%1)"/>
      <w:lvlJc w:val="left"/>
      <w:pPr>
        <w:ind w:left="1437" w:hanging="360"/>
      </w:pPr>
      <w:rPr>
        <w:rFonts w:ascii="Times New Roman" w:eastAsia="Calibr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58550973"/>
    <w:multiLevelType w:val="hybridMultilevel"/>
    <w:tmpl w:val="E092D212"/>
    <w:lvl w:ilvl="0" w:tplc="746E3B72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72A07CB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D9"/>
    <w:rsid w:val="000003F1"/>
    <w:rsid w:val="00000D70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537D"/>
    <w:rsid w:val="000270AB"/>
    <w:rsid w:val="00033D8D"/>
    <w:rsid w:val="00034462"/>
    <w:rsid w:val="00034642"/>
    <w:rsid w:val="00034EE8"/>
    <w:rsid w:val="0003504A"/>
    <w:rsid w:val="000361DC"/>
    <w:rsid w:val="00040AB4"/>
    <w:rsid w:val="00042446"/>
    <w:rsid w:val="00044836"/>
    <w:rsid w:val="0004612C"/>
    <w:rsid w:val="0005188E"/>
    <w:rsid w:val="00051E5B"/>
    <w:rsid w:val="0006085A"/>
    <w:rsid w:val="00063A73"/>
    <w:rsid w:val="00065A3D"/>
    <w:rsid w:val="00066060"/>
    <w:rsid w:val="00067AA5"/>
    <w:rsid w:val="00075C0D"/>
    <w:rsid w:val="00076375"/>
    <w:rsid w:val="0007657B"/>
    <w:rsid w:val="00080A8D"/>
    <w:rsid w:val="00080DAA"/>
    <w:rsid w:val="00085CA7"/>
    <w:rsid w:val="00087326"/>
    <w:rsid w:val="000959A7"/>
    <w:rsid w:val="00095D16"/>
    <w:rsid w:val="000A2600"/>
    <w:rsid w:val="000A2EDF"/>
    <w:rsid w:val="000A3EAA"/>
    <w:rsid w:val="000B585C"/>
    <w:rsid w:val="000C2816"/>
    <w:rsid w:val="000C4B0E"/>
    <w:rsid w:val="000D05A0"/>
    <w:rsid w:val="000D202E"/>
    <w:rsid w:val="000D24DA"/>
    <w:rsid w:val="000E1574"/>
    <w:rsid w:val="000F24F6"/>
    <w:rsid w:val="000F40C8"/>
    <w:rsid w:val="0010009D"/>
    <w:rsid w:val="00104652"/>
    <w:rsid w:val="00113323"/>
    <w:rsid w:val="0011697E"/>
    <w:rsid w:val="001173B6"/>
    <w:rsid w:val="001208EC"/>
    <w:rsid w:val="00120A58"/>
    <w:rsid w:val="001236BB"/>
    <w:rsid w:val="00124198"/>
    <w:rsid w:val="00133531"/>
    <w:rsid w:val="00135309"/>
    <w:rsid w:val="00136BE7"/>
    <w:rsid w:val="00140ACB"/>
    <w:rsid w:val="00142B14"/>
    <w:rsid w:val="00152674"/>
    <w:rsid w:val="00152C82"/>
    <w:rsid w:val="00160B47"/>
    <w:rsid w:val="0016297B"/>
    <w:rsid w:val="0016762F"/>
    <w:rsid w:val="00170113"/>
    <w:rsid w:val="00172665"/>
    <w:rsid w:val="00175C3A"/>
    <w:rsid w:val="00180E70"/>
    <w:rsid w:val="00182107"/>
    <w:rsid w:val="00182BDC"/>
    <w:rsid w:val="00183825"/>
    <w:rsid w:val="00183C9D"/>
    <w:rsid w:val="00190F04"/>
    <w:rsid w:val="00191D26"/>
    <w:rsid w:val="001943C3"/>
    <w:rsid w:val="00195E99"/>
    <w:rsid w:val="00197BEE"/>
    <w:rsid w:val="001A49A2"/>
    <w:rsid w:val="001A7CA8"/>
    <w:rsid w:val="001B2094"/>
    <w:rsid w:val="001B522F"/>
    <w:rsid w:val="001B5E4B"/>
    <w:rsid w:val="001B6225"/>
    <w:rsid w:val="001B6B58"/>
    <w:rsid w:val="001C1B12"/>
    <w:rsid w:val="001C5296"/>
    <w:rsid w:val="001C6E8A"/>
    <w:rsid w:val="001C752D"/>
    <w:rsid w:val="001D1CC7"/>
    <w:rsid w:val="001D1FEF"/>
    <w:rsid w:val="001D33B8"/>
    <w:rsid w:val="001D4479"/>
    <w:rsid w:val="001D5F78"/>
    <w:rsid w:val="001D6BD4"/>
    <w:rsid w:val="001D7B36"/>
    <w:rsid w:val="001E1534"/>
    <w:rsid w:val="001E1807"/>
    <w:rsid w:val="001E2C85"/>
    <w:rsid w:val="001F0711"/>
    <w:rsid w:val="001F0AD1"/>
    <w:rsid w:val="001F225D"/>
    <w:rsid w:val="001F5DB6"/>
    <w:rsid w:val="001F72FA"/>
    <w:rsid w:val="00204B5E"/>
    <w:rsid w:val="00205B9C"/>
    <w:rsid w:val="002100E9"/>
    <w:rsid w:val="0021490B"/>
    <w:rsid w:val="0021575C"/>
    <w:rsid w:val="00216E4C"/>
    <w:rsid w:val="00220987"/>
    <w:rsid w:val="00221EE7"/>
    <w:rsid w:val="002237C7"/>
    <w:rsid w:val="00230BEE"/>
    <w:rsid w:val="00231EF6"/>
    <w:rsid w:val="002343FD"/>
    <w:rsid w:val="0023606D"/>
    <w:rsid w:val="0024081D"/>
    <w:rsid w:val="0024476F"/>
    <w:rsid w:val="0024584E"/>
    <w:rsid w:val="00247429"/>
    <w:rsid w:val="00247E62"/>
    <w:rsid w:val="002602AC"/>
    <w:rsid w:val="00262C6A"/>
    <w:rsid w:val="00266E26"/>
    <w:rsid w:val="00281E0B"/>
    <w:rsid w:val="00282DAE"/>
    <w:rsid w:val="00283426"/>
    <w:rsid w:val="00284BD4"/>
    <w:rsid w:val="0028543E"/>
    <w:rsid w:val="002860E7"/>
    <w:rsid w:val="0028621F"/>
    <w:rsid w:val="00286CAA"/>
    <w:rsid w:val="00293599"/>
    <w:rsid w:val="00293AB1"/>
    <w:rsid w:val="00295379"/>
    <w:rsid w:val="0029593B"/>
    <w:rsid w:val="0029653A"/>
    <w:rsid w:val="002A166D"/>
    <w:rsid w:val="002A4F2C"/>
    <w:rsid w:val="002A69E3"/>
    <w:rsid w:val="002B0933"/>
    <w:rsid w:val="002B3FA0"/>
    <w:rsid w:val="002B40DF"/>
    <w:rsid w:val="002B683A"/>
    <w:rsid w:val="002B7052"/>
    <w:rsid w:val="002C09DC"/>
    <w:rsid w:val="002C1789"/>
    <w:rsid w:val="002C373F"/>
    <w:rsid w:val="002C6CB7"/>
    <w:rsid w:val="002D257C"/>
    <w:rsid w:val="002D5DC9"/>
    <w:rsid w:val="002D7029"/>
    <w:rsid w:val="002E13CF"/>
    <w:rsid w:val="002E385B"/>
    <w:rsid w:val="002E3E4E"/>
    <w:rsid w:val="002E65AD"/>
    <w:rsid w:val="002E7C97"/>
    <w:rsid w:val="002E7F79"/>
    <w:rsid w:val="002F0B3F"/>
    <w:rsid w:val="002F353F"/>
    <w:rsid w:val="002F505C"/>
    <w:rsid w:val="002F5A34"/>
    <w:rsid w:val="002F5B8B"/>
    <w:rsid w:val="003009DA"/>
    <w:rsid w:val="00305591"/>
    <w:rsid w:val="00305AF2"/>
    <w:rsid w:val="003063A4"/>
    <w:rsid w:val="00307642"/>
    <w:rsid w:val="00307FC2"/>
    <w:rsid w:val="00315C8F"/>
    <w:rsid w:val="00316B67"/>
    <w:rsid w:val="003178D8"/>
    <w:rsid w:val="00317E6A"/>
    <w:rsid w:val="0032319B"/>
    <w:rsid w:val="0032756E"/>
    <w:rsid w:val="003307CB"/>
    <w:rsid w:val="00331ADA"/>
    <w:rsid w:val="00332D0B"/>
    <w:rsid w:val="00341011"/>
    <w:rsid w:val="003429E9"/>
    <w:rsid w:val="00344EAB"/>
    <w:rsid w:val="00347842"/>
    <w:rsid w:val="00347A82"/>
    <w:rsid w:val="00347D33"/>
    <w:rsid w:val="00347FEE"/>
    <w:rsid w:val="00351327"/>
    <w:rsid w:val="00352369"/>
    <w:rsid w:val="00353FAE"/>
    <w:rsid w:val="00354322"/>
    <w:rsid w:val="00354611"/>
    <w:rsid w:val="00361D3C"/>
    <w:rsid w:val="00366DC0"/>
    <w:rsid w:val="0036754F"/>
    <w:rsid w:val="003733A7"/>
    <w:rsid w:val="00376866"/>
    <w:rsid w:val="0037732D"/>
    <w:rsid w:val="003773F1"/>
    <w:rsid w:val="00381AE7"/>
    <w:rsid w:val="00382BA6"/>
    <w:rsid w:val="00385533"/>
    <w:rsid w:val="00387755"/>
    <w:rsid w:val="003929E9"/>
    <w:rsid w:val="00396A5E"/>
    <w:rsid w:val="003A0987"/>
    <w:rsid w:val="003A1F14"/>
    <w:rsid w:val="003A3BCD"/>
    <w:rsid w:val="003A3E23"/>
    <w:rsid w:val="003A7CEA"/>
    <w:rsid w:val="003B431B"/>
    <w:rsid w:val="003B727F"/>
    <w:rsid w:val="003C46D2"/>
    <w:rsid w:val="003D452A"/>
    <w:rsid w:val="003D58B1"/>
    <w:rsid w:val="003E1DED"/>
    <w:rsid w:val="003E2798"/>
    <w:rsid w:val="003E3E3C"/>
    <w:rsid w:val="003E4322"/>
    <w:rsid w:val="003E4B4F"/>
    <w:rsid w:val="003E50F7"/>
    <w:rsid w:val="003E72D8"/>
    <w:rsid w:val="003E7B48"/>
    <w:rsid w:val="003F1F5D"/>
    <w:rsid w:val="004067D3"/>
    <w:rsid w:val="00406DA9"/>
    <w:rsid w:val="004071E9"/>
    <w:rsid w:val="00410F0D"/>
    <w:rsid w:val="00411F90"/>
    <w:rsid w:val="00412370"/>
    <w:rsid w:val="00416197"/>
    <w:rsid w:val="0041729D"/>
    <w:rsid w:val="00417A2E"/>
    <w:rsid w:val="004214BD"/>
    <w:rsid w:val="00423626"/>
    <w:rsid w:val="00423ADB"/>
    <w:rsid w:val="00423D81"/>
    <w:rsid w:val="0043026F"/>
    <w:rsid w:val="00431EB4"/>
    <w:rsid w:val="00434C60"/>
    <w:rsid w:val="00440B2F"/>
    <w:rsid w:val="00445171"/>
    <w:rsid w:val="0045099F"/>
    <w:rsid w:val="0045121A"/>
    <w:rsid w:val="00452331"/>
    <w:rsid w:val="004527DA"/>
    <w:rsid w:val="00457480"/>
    <w:rsid w:val="00460DBB"/>
    <w:rsid w:val="00461EFF"/>
    <w:rsid w:val="004627AB"/>
    <w:rsid w:val="0046700A"/>
    <w:rsid w:val="004731E9"/>
    <w:rsid w:val="004739A0"/>
    <w:rsid w:val="0047571F"/>
    <w:rsid w:val="004770AB"/>
    <w:rsid w:val="00480C6A"/>
    <w:rsid w:val="00483701"/>
    <w:rsid w:val="00487565"/>
    <w:rsid w:val="004875F6"/>
    <w:rsid w:val="00487748"/>
    <w:rsid w:val="00490EA9"/>
    <w:rsid w:val="00491DB1"/>
    <w:rsid w:val="00492400"/>
    <w:rsid w:val="004929EB"/>
    <w:rsid w:val="004940FE"/>
    <w:rsid w:val="00494C96"/>
    <w:rsid w:val="004A40FE"/>
    <w:rsid w:val="004A6212"/>
    <w:rsid w:val="004A7A2B"/>
    <w:rsid w:val="004A7F55"/>
    <w:rsid w:val="004C02DD"/>
    <w:rsid w:val="004C0771"/>
    <w:rsid w:val="004C27C2"/>
    <w:rsid w:val="004C3F57"/>
    <w:rsid w:val="004C67AA"/>
    <w:rsid w:val="004D190F"/>
    <w:rsid w:val="004D768C"/>
    <w:rsid w:val="004E2FFB"/>
    <w:rsid w:val="004E3A01"/>
    <w:rsid w:val="004E3A9F"/>
    <w:rsid w:val="004E3DEB"/>
    <w:rsid w:val="004E5B87"/>
    <w:rsid w:val="004E61FA"/>
    <w:rsid w:val="004E759B"/>
    <w:rsid w:val="004F4204"/>
    <w:rsid w:val="004F61F8"/>
    <w:rsid w:val="00502ED9"/>
    <w:rsid w:val="00503832"/>
    <w:rsid w:val="00504744"/>
    <w:rsid w:val="00504A50"/>
    <w:rsid w:val="005134DA"/>
    <w:rsid w:val="00526733"/>
    <w:rsid w:val="00527523"/>
    <w:rsid w:val="00527F83"/>
    <w:rsid w:val="0053170F"/>
    <w:rsid w:val="005321DF"/>
    <w:rsid w:val="005368B5"/>
    <w:rsid w:val="0054195F"/>
    <w:rsid w:val="00546403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A3E"/>
    <w:rsid w:val="0058281A"/>
    <w:rsid w:val="0059039F"/>
    <w:rsid w:val="00595420"/>
    <w:rsid w:val="005959EA"/>
    <w:rsid w:val="005A1EB6"/>
    <w:rsid w:val="005A4201"/>
    <w:rsid w:val="005A6699"/>
    <w:rsid w:val="005A6ED5"/>
    <w:rsid w:val="005A72FD"/>
    <w:rsid w:val="005A7BB5"/>
    <w:rsid w:val="005B1E6F"/>
    <w:rsid w:val="005B4BFD"/>
    <w:rsid w:val="005B5618"/>
    <w:rsid w:val="005B630C"/>
    <w:rsid w:val="005B7B07"/>
    <w:rsid w:val="005C3021"/>
    <w:rsid w:val="005C6E09"/>
    <w:rsid w:val="005C73D4"/>
    <w:rsid w:val="005E78F1"/>
    <w:rsid w:val="005F4318"/>
    <w:rsid w:val="00600EC0"/>
    <w:rsid w:val="006037CA"/>
    <w:rsid w:val="006073A2"/>
    <w:rsid w:val="00611BF5"/>
    <w:rsid w:val="00616400"/>
    <w:rsid w:val="00617D81"/>
    <w:rsid w:val="0062013E"/>
    <w:rsid w:val="00620224"/>
    <w:rsid w:val="00627E16"/>
    <w:rsid w:val="00631DAB"/>
    <w:rsid w:val="0064002E"/>
    <w:rsid w:val="00640FC6"/>
    <w:rsid w:val="00642F20"/>
    <w:rsid w:val="00644DA0"/>
    <w:rsid w:val="006470D3"/>
    <w:rsid w:val="00650BF6"/>
    <w:rsid w:val="006538DC"/>
    <w:rsid w:val="006613AC"/>
    <w:rsid w:val="00662374"/>
    <w:rsid w:val="00667740"/>
    <w:rsid w:val="00673301"/>
    <w:rsid w:val="00680B55"/>
    <w:rsid w:val="00681F47"/>
    <w:rsid w:val="0068450F"/>
    <w:rsid w:val="00684ADA"/>
    <w:rsid w:val="006860E7"/>
    <w:rsid w:val="006905D1"/>
    <w:rsid w:val="00693061"/>
    <w:rsid w:val="006943D8"/>
    <w:rsid w:val="006A14CA"/>
    <w:rsid w:val="006A245F"/>
    <w:rsid w:val="006A31D9"/>
    <w:rsid w:val="006A4397"/>
    <w:rsid w:val="006A4AAA"/>
    <w:rsid w:val="006A4ED4"/>
    <w:rsid w:val="006A651F"/>
    <w:rsid w:val="006A6C0E"/>
    <w:rsid w:val="006B33FF"/>
    <w:rsid w:val="006B77B6"/>
    <w:rsid w:val="006C54C0"/>
    <w:rsid w:val="006C64AB"/>
    <w:rsid w:val="006C6B52"/>
    <w:rsid w:val="006C6E24"/>
    <w:rsid w:val="006C7698"/>
    <w:rsid w:val="006D06D4"/>
    <w:rsid w:val="006D3D11"/>
    <w:rsid w:val="006D4212"/>
    <w:rsid w:val="006D550E"/>
    <w:rsid w:val="006E0E2B"/>
    <w:rsid w:val="006E1D2A"/>
    <w:rsid w:val="006E3B09"/>
    <w:rsid w:val="006F7B46"/>
    <w:rsid w:val="007011BE"/>
    <w:rsid w:val="007028F9"/>
    <w:rsid w:val="00704203"/>
    <w:rsid w:val="00713CFC"/>
    <w:rsid w:val="00717A13"/>
    <w:rsid w:val="00717C5E"/>
    <w:rsid w:val="00717D42"/>
    <w:rsid w:val="00717D4B"/>
    <w:rsid w:val="007202F7"/>
    <w:rsid w:val="00733032"/>
    <w:rsid w:val="00733C69"/>
    <w:rsid w:val="00734D75"/>
    <w:rsid w:val="00735E2C"/>
    <w:rsid w:val="007365CC"/>
    <w:rsid w:val="0075068D"/>
    <w:rsid w:val="0075091F"/>
    <w:rsid w:val="00750F6B"/>
    <w:rsid w:val="00753068"/>
    <w:rsid w:val="00757E50"/>
    <w:rsid w:val="00767E91"/>
    <w:rsid w:val="0077076A"/>
    <w:rsid w:val="00772673"/>
    <w:rsid w:val="00776AC0"/>
    <w:rsid w:val="0077723B"/>
    <w:rsid w:val="0078000B"/>
    <w:rsid w:val="00783254"/>
    <w:rsid w:val="007833CA"/>
    <w:rsid w:val="00783F88"/>
    <w:rsid w:val="00785929"/>
    <w:rsid w:val="0078631B"/>
    <w:rsid w:val="00792A80"/>
    <w:rsid w:val="00792E7D"/>
    <w:rsid w:val="007931A1"/>
    <w:rsid w:val="007931AB"/>
    <w:rsid w:val="0079540C"/>
    <w:rsid w:val="007A2900"/>
    <w:rsid w:val="007A5D3B"/>
    <w:rsid w:val="007B13E0"/>
    <w:rsid w:val="007B1D39"/>
    <w:rsid w:val="007B65A5"/>
    <w:rsid w:val="007C0474"/>
    <w:rsid w:val="007C197F"/>
    <w:rsid w:val="007C48F7"/>
    <w:rsid w:val="007D445B"/>
    <w:rsid w:val="007E6383"/>
    <w:rsid w:val="007F0996"/>
    <w:rsid w:val="007F0B23"/>
    <w:rsid w:val="007F2C55"/>
    <w:rsid w:val="00801CE1"/>
    <w:rsid w:val="0080693B"/>
    <w:rsid w:val="00811EE6"/>
    <w:rsid w:val="00814B59"/>
    <w:rsid w:val="008150F6"/>
    <w:rsid w:val="00820C4D"/>
    <w:rsid w:val="00820E80"/>
    <w:rsid w:val="008323B1"/>
    <w:rsid w:val="00834599"/>
    <w:rsid w:val="00835499"/>
    <w:rsid w:val="008358C3"/>
    <w:rsid w:val="008410F7"/>
    <w:rsid w:val="00843F21"/>
    <w:rsid w:val="008441BF"/>
    <w:rsid w:val="00845468"/>
    <w:rsid w:val="00850C5D"/>
    <w:rsid w:val="0085103B"/>
    <w:rsid w:val="00853EB1"/>
    <w:rsid w:val="00860AF8"/>
    <w:rsid w:val="00861ADB"/>
    <w:rsid w:val="008633DC"/>
    <w:rsid w:val="00863677"/>
    <w:rsid w:val="00865267"/>
    <w:rsid w:val="008657D3"/>
    <w:rsid w:val="00866A7E"/>
    <w:rsid w:val="00867C37"/>
    <w:rsid w:val="00877607"/>
    <w:rsid w:val="00883395"/>
    <w:rsid w:val="008933FA"/>
    <w:rsid w:val="00897A21"/>
    <w:rsid w:val="008A3D65"/>
    <w:rsid w:val="008A46D6"/>
    <w:rsid w:val="008A6F3F"/>
    <w:rsid w:val="008B27BA"/>
    <w:rsid w:val="008B4C2B"/>
    <w:rsid w:val="008C09B6"/>
    <w:rsid w:val="008C0B80"/>
    <w:rsid w:val="008C16EB"/>
    <w:rsid w:val="008C18F7"/>
    <w:rsid w:val="008C2051"/>
    <w:rsid w:val="008C3050"/>
    <w:rsid w:val="008C35EF"/>
    <w:rsid w:val="008C7804"/>
    <w:rsid w:val="008C7837"/>
    <w:rsid w:val="008D18C8"/>
    <w:rsid w:val="008D31C7"/>
    <w:rsid w:val="008D60EF"/>
    <w:rsid w:val="008D64D9"/>
    <w:rsid w:val="008E2085"/>
    <w:rsid w:val="008E795F"/>
    <w:rsid w:val="008F20BE"/>
    <w:rsid w:val="008F31FA"/>
    <w:rsid w:val="008F4EA3"/>
    <w:rsid w:val="00902C2A"/>
    <w:rsid w:val="00904BC6"/>
    <w:rsid w:val="0090662B"/>
    <w:rsid w:val="00925100"/>
    <w:rsid w:val="00932652"/>
    <w:rsid w:val="009338F1"/>
    <w:rsid w:val="009478D7"/>
    <w:rsid w:val="00947CA0"/>
    <w:rsid w:val="009518D9"/>
    <w:rsid w:val="00952190"/>
    <w:rsid w:val="0095414C"/>
    <w:rsid w:val="00955EDC"/>
    <w:rsid w:val="00956750"/>
    <w:rsid w:val="00957C1B"/>
    <w:rsid w:val="0097419C"/>
    <w:rsid w:val="00982005"/>
    <w:rsid w:val="0098260F"/>
    <w:rsid w:val="00983016"/>
    <w:rsid w:val="00991D81"/>
    <w:rsid w:val="00991E15"/>
    <w:rsid w:val="009926FF"/>
    <w:rsid w:val="009930F1"/>
    <w:rsid w:val="00996AF2"/>
    <w:rsid w:val="00997B7A"/>
    <w:rsid w:val="009A5E82"/>
    <w:rsid w:val="009B2DCE"/>
    <w:rsid w:val="009B45AC"/>
    <w:rsid w:val="009C082D"/>
    <w:rsid w:val="009C2AB7"/>
    <w:rsid w:val="009C2E34"/>
    <w:rsid w:val="009C48C6"/>
    <w:rsid w:val="009C628A"/>
    <w:rsid w:val="009C68E8"/>
    <w:rsid w:val="009D036E"/>
    <w:rsid w:val="009D0E1C"/>
    <w:rsid w:val="009D278D"/>
    <w:rsid w:val="009D436E"/>
    <w:rsid w:val="009E2EE6"/>
    <w:rsid w:val="009E65DC"/>
    <w:rsid w:val="009E7B8A"/>
    <w:rsid w:val="009F29A0"/>
    <w:rsid w:val="009F2FD7"/>
    <w:rsid w:val="009F619F"/>
    <w:rsid w:val="009F7613"/>
    <w:rsid w:val="00A001FA"/>
    <w:rsid w:val="00A01096"/>
    <w:rsid w:val="00A0276E"/>
    <w:rsid w:val="00A07A7E"/>
    <w:rsid w:val="00A105C6"/>
    <w:rsid w:val="00A11285"/>
    <w:rsid w:val="00A21A80"/>
    <w:rsid w:val="00A22175"/>
    <w:rsid w:val="00A22DD6"/>
    <w:rsid w:val="00A263C3"/>
    <w:rsid w:val="00A275D1"/>
    <w:rsid w:val="00A31BC1"/>
    <w:rsid w:val="00A32EF4"/>
    <w:rsid w:val="00A337E5"/>
    <w:rsid w:val="00A37995"/>
    <w:rsid w:val="00A37D50"/>
    <w:rsid w:val="00A4002A"/>
    <w:rsid w:val="00A45582"/>
    <w:rsid w:val="00A52358"/>
    <w:rsid w:val="00A55DC0"/>
    <w:rsid w:val="00A6726F"/>
    <w:rsid w:val="00A672C5"/>
    <w:rsid w:val="00A71018"/>
    <w:rsid w:val="00A71FC7"/>
    <w:rsid w:val="00A755A7"/>
    <w:rsid w:val="00A80068"/>
    <w:rsid w:val="00A80B4C"/>
    <w:rsid w:val="00A80F41"/>
    <w:rsid w:val="00A824A8"/>
    <w:rsid w:val="00A83A6C"/>
    <w:rsid w:val="00A84329"/>
    <w:rsid w:val="00A904E4"/>
    <w:rsid w:val="00A931F1"/>
    <w:rsid w:val="00A9422A"/>
    <w:rsid w:val="00AA2D16"/>
    <w:rsid w:val="00AA49AE"/>
    <w:rsid w:val="00AA5BAD"/>
    <w:rsid w:val="00AB5450"/>
    <w:rsid w:val="00AC0390"/>
    <w:rsid w:val="00AC4804"/>
    <w:rsid w:val="00AC50A8"/>
    <w:rsid w:val="00AC63AA"/>
    <w:rsid w:val="00AD0027"/>
    <w:rsid w:val="00AE278C"/>
    <w:rsid w:val="00AE7C7C"/>
    <w:rsid w:val="00AF023D"/>
    <w:rsid w:val="00AF2A2A"/>
    <w:rsid w:val="00AF4F14"/>
    <w:rsid w:val="00AF6158"/>
    <w:rsid w:val="00B0040A"/>
    <w:rsid w:val="00B02BB7"/>
    <w:rsid w:val="00B0437E"/>
    <w:rsid w:val="00B04D0D"/>
    <w:rsid w:val="00B1475F"/>
    <w:rsid w:val="00B23DB5"/>
    <w:rsid w:val="00B3029D"/>
    <w:rsid w:val="00B31748"/>
    <w:rsid w:val="00B33BE5"/>
    <w:rsid w:val="00B41286"/>
    <w:rsid w:val="00B419CE"/>
    <w:rsid w:val="00B478BC"/>
    <w:rsid w:val="00B50A15"/>
    <w:rsid w:val="00B517BE"/>
    <w:rsid w:val="00B55488"/>
    <w:rsid w:val="00B62D0D"/>
    <w:rsid w:val="00B63CED"/>
    <w:rsid w:val="00B64A7F"/>
    <w:rsid w:val="00B72F97"/>
    <w:rsid w:val="00B73C95"/>
    <w:rsid w:val="00B74F17"/>
    <w:rsid w:val="00B8049E"/>
    <w:rsid w:val="00B87C00"/>
    <w:rsid w:val="00B90656"/>
    <w:rsid w:val="00B95893"/>
    <w:rsid w:val="00B961B5"/>
    <w:rsid w:val="00B9743D"/>
    <w:rsid w:val="00BA00E9"/>
    <w:rsid w:val="00BA2513"/>
    <w:rsid w:val="00BA3DD0"/>
    <w:rsid w:val="00BA4C87"/>
    <w:rsid w:val="00BA71DC"/>
    <w:rsid w:val="00BA7DC4"/>
    <w:rsid w:val="00BB13AA"/>
    <w:rsid w:val="00BB6E0E"/>
    <w:rsid w:val="00BC0E62"/>
    <w:rsid w:val="00BC0EC8"/>
    <w:rsid w:val="00BC42AD"/>
    <w:rsid w:val="00BD1A99"/>
    <w:rsid w:val="00BD2570"/>
    <w:rsid w:val="00BD31B2"/>
    <w:rsid w:val="00BD31BA"/>
    <w:rsid w:val="00BD6F4B"/>
    <w:rsid w:val="00BD708D"/>
    <w:rsid w:val="00BE68AA"/>
    <w:rsid w:val="00BE7EF7"/>
    <w:rsid w:val="00C005B8"/>
    <w:rsid w:val="00C03DEF"/>
    <w:rsid w:val="00C052DB"/>
    <w:rsid w:val="00C0539B"/>
    <w:rsid w:val="00C10DEE"/>
    <w:rsid w:val="00C11179"/>
    <w:rsid w:val="00C165DF"/>
    <w:rsid w:val="00C1766A"/>
    <w:rsid w:val="00C17A12"/>
    <w:rsid w:val="00C20ED0"/>
    <w:rsid w:val="00C22DE3"/>
    <w:rsid w:val="00C250A6"/>
    <w:rsid w:val="00C301C3"/>
    <w:rsid w:val="00C33A4C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5C67"/>
    <w:rsid w:val="00C77A6E"/>
    <w:rsid w:val="00C8558B"/>
    <w:rsid w:val="00C90C58"/>
    <w:rsid w:val="00C91D40"/>
    <w:rsid w:val="00C91F19"/>
    <w:rsid w:val="00C9413B"/>
    <w:rsid w:val="00C96E86"/>
    <w:rsid w:val="00C97096"/>
    <w:rsid w:val="00CA047E"/>
    <w:rsid w:val="00CA33BC"/>
    <w:rsid w:val="00CA3A41"/>
    <w:rsid w:val="00CA79FA"/>
    <w:rsid w:val="00CA7E6D"/>
    <w:rsid w:val="00CB1136"/>
    <w:rsid w:val="00CB22FC"/>
    <w:rsid w:val="00CB3CE7"/>
    <w:rsid w:val="00CB4A69"/>
    <w:rsid w:val="00CB56D5"/>
    <w:rsid w:val="00CB5C0B"/>
    <w:rsid w:val="00CB5C7E"/>
    <w:rsid w:val="00CC358B"/>
    <w:rsid w:val="00CC45B5"/>
    <w:rsid w:val="00CC66B8"/>
    <w:rsid w:val="00CD069D"/>
    <w:rsid w:val="00CD397E"/>
    <w:rsid w:val="00CD7AFE"/>
    <w:rsid w:val="00CE2368"/>
    <w:rsid w:val="00CE7B86"/>
    <w:rsid w:val="00CF0866"/>
    <w:rsid w:val="00CF371E"/>
    <w:rsid w:val="00D1163F"/>
    <w:rsid w:val="00D2575F"/>
    <w:rsid w:val="00D26E44"/>
    <w:rsid w:val="00D273A2"/>
    <w:rsid w:val="00D27E37"/>
    <w:rsid w:val="00D27F44"/>
    <w:rsid w:val="00D30D55"/>
    <w:rsid w:val="00D3616C"/>
    <w:rsid w:val="00D40D57"/>
    <w:rsid w:val="00D46928"/>
    <w:rsid w:val="00D47CD9"/>
    <w:rsid w:val="00D52AA7"/>
    <w:rsid w:val="00D52DB4"/>
    <w:rsid w:val="00D53ABE"/>
    <w:rsid w:val="00D5730F"/>
    <w:rsid w:val="00D608E7"/>
    <w:rsid w:val="00D62928"/>
    <w:rsid w:val="00D634F7"/>
    <w:rsid w:val="00D64785"/>
    <w:rsid w:val="00D675DF"/>
    <w:rsid w:val="00D76DAF"/>
    <w:rsid w:val="00D77010"/>
    <w:rsid w:val="00D77036"/>
    <w:rsid w:val="00D77335"/>
    <w:rsid w:val="00D77779"/>
    <w:rsid w:val="00D815EE"/>
    <w:rsid w:val="00D81DE2"/>
    <w:rsid w:val="00D81F5E"/>
    <w:rsid w:val="00D838F9"/>
    <w:rsid w:val="00D85DC5"/>
    <w:rsid w:val="00D873F7"/>
    <w:rsid w:val="00D94ADA"/>
    <w:rsid w:val="00D97A8B"/>
    <w:rsid w:val="00DA6404"/>
    <w:rsid w:val="00DA7B70"/>
    <w:rsid w:val="00DB3D46"/>
    <w:rsid w:val="00DB580C"/>
    <w:rsid w:val="00DC1CAC"/>
    <w:rsid w:val="00DC3130"/>
    <w:rsid w:val="00DD0DE4"/>
    <w:rsid w:val="00DD22F4"/>
    <w:rsid w:val="00DD4A79"/>
    <w:rsid w:val="00DD50ED"/>
    <w:rsid w:val="00DD5937"/>
    <w:rsid w:val="00DE3A9E"/>
    <w:rsid w:val="00DE5D9F"/>
    <w:rsid w:val="00DE5F5C"/>
    <w:rsid w:val="00E043D1"/>
    <w:rsid w:val="00E07EF1"/>
    <w:rsid w:val="00E12AC5"/>
    <w:rsid w:val="00E2540B"/>
    <w:rsid w:val="00E2584C"/>
    <w:rsid w:val="00E32BA4"/>
    <w:rsid w:val="00E4317F"/>
    <w:rsid w:val="00E44283"/>
    <w:rsid w:val="00E46BDD"/>
    <w:rsid w:val="00E46E46"/>
    <w:rsid w:val="00E50B61"/>
    <w:rsid w:val="00E50B7F"/>
    <w:rsid w:val="00E5254D"/>
    <w:rsid w:val="00E52B58"/>
    <w:rsid w:val="00E539CA"/>
    <w:rsid w:val="00E55008"/>
    <w:rsid w:val="00E551A4"/>
    <w:rsid w:val="00E618A7"/>
    <w:rsid w:val="00E62773"/>
    <w:rsid w:val="00E645D7"/>
    <w:rsid w:val="00E66225"/>
    <w:rsid w:val="00E71E4E"/>
    <w:rsid w:val="00E733F7"/>
    <w:rsid w:val="00E765D7"/>
    <w:rsid w:val="00E768B5"/>
    <w:rsid w:val="00E81EDD"/>
    <w:rsid w:val="00E86E0D"/>
    <w:rsid w:val="00E91960"/>
    <w:rsid w:val="00E91B84"/>
    <w:rsid w:val="00E93A0D"/>
    <w:rsid w:val="00E93B31"/>
    <w:rsid w:val="00E93F36"/>
    <w:rsid w:val="00E9500D"/>
    <w:rsid w:val="00EA0CBD"/>
    <w:rsid w:val="00EA11E7"/>
    <w:rsid w:val="00EA23E4"/>
    <w:rsid w:val="00EA26F6"/>
    <w:rsid w:val="00EA33D0"/>
    <w:rsid w:val="00EA6C21"/>
    <w:rsid w:val="00EB2C4A"/>
    <w:rsid w:val="00EB5A94"/>
    <w:rsid w:val="00EB6E31"/>
    <w:rsid w:val="00EB7BAE"/>
    <w:rsid w:val="00EC06EB"/>
    <w:rsid w:val="00EC31AF"/>
    <w:rsid w:val="00EC3763"/>
    <w:rsid w:val="00EC6355"/>
    <w:rsid w:val="00EC68F9"/>
    <w:rsid w:val="00EC6B7D"/>
    <w:rsid w:val="00EC70CF"/>
    <w:rsid w:val="00EC71D7"/>
    <w:rsid w:val="00EC7821"/>
    <w:rsid w:val="00EE15FC"/>
    <w:rsid w:val="00EE53F3"/>
    <w:rsid w:val="00EE7196"/>
    <w:rsid w:val="00EE7377"/>
    <w:rsid w:val="00EE79CA"/>
    <w:rsid w:val="00EF14B3"/>
    <w:rsid w:val="00F0486F"/>
    <w:rsid w:val="00F116E4"/>
    <w:rsid w:val="00F12066"/>
    <w:rsid w:val="00F14BA9"/>
    <w:rsid w:val="00F179BE"/>
    <w:rsid w:val="00F20EC3"/>
    <w:rsid w:val="00F23B74"/>
    <w:rsid w:val="00F30198"/>
    <w:rsid w:val="00F335FB"/>
    <w:rsid w:val="00F34961"/>
    <w:rsid w:val="00F35874"/>
    <w:rsid w:val="00F3669A"/>
    <w:rsid w:val="00F40E0B"/>
    <w:rsid w:val="00F4570E"/>
    <w:rsid w:val="00F5426D"/>
    <w:rsid w:val="00F562AD"/>
    <w:rsid w:val="00F56951"/>
    <w:rsid w:val="00F62D0F"/>
    <w:rsid w:val="00F6322E"/>
    <w:rsid w:val="00F6334C"/>
    <w:rsid w:val="00F65767"/>
    <w:rsid w:val="00F675A2"/>
    <w:rsid w:val="00F70680"/>
    <w:rsid w:val="00F82BFC"/>
    <w:rsid w:val="00F85FC0"/>
    <w:rsid w:val="00F86267"/>
    <w:rsid w:val="00F8629D"/>
    <w:rsid w:val="00F91284"/>
    <w:rsid w:val="00F93889"/>
    <w:rsid w:val="00FA249C"/>
    <w:rsid w:val="00FA6B9E"/>
    <w:rsid w:val="00FA7981"/>
    <w:rsid w:val="00FA7FBE"/>
    <w:rsid w:val="00FB0CFE"/>
    <w:rsid w:val="00FB4F0B"/>
    <w:rsid w:val="00FB5671"/>
    <w:rsid w:val="00FC0DFB"/>
    <w:rsid w:val="00FC3B09"/>
    <w:rsid w:val="00FC74EA"/>
    <w:rsid w:val="00FC7CDE"/>
    <w:rsid w:val="00FD53EB"/>
    <w:rsid w:val="00FD7929"/>
    <w:rsid w:val="00FE338B"/>
    <w:rsid w:val="00FE5D85"/>
    <w:rsid w:val="00FF1739"/>
    <w:rsid w:val="00FF2844"/>
    <w:rsid w:val="00FF4579"/>
    <w:rsid w:val="00FF51A5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4AD98D2"/>
  <w15:docId w15:val="{35A0DAF0-4634-467F-B972-A13B838A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3FA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semiHidden/>
    <w:unhideWhenUsed/>
    <w:rsid w:val="003B727F"/>
    <w:rPr>
      <w:color w:val="954F72" w:themeColor="followedHyperlink"/>
      <w:u w:val="single"/>
    </w:rPr>
  </w:style>
  <w:style w:type="character" w:styleId="Grietas">
    <w:name w:val="Strong"/>
    <w:basedOn w:val="Numatytasispastraiposriftas"/>
    <w:uiPriority w:val="22"/>
    <w:qFormat/>
    <w:rsid w:val="001A7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istina.jokubaityte@klaipedos-r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2668C-710B-4E09-845E-CE6A7BC0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115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1048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Kristina Jokubaitytė</cp:lastModifiedBy>
  <cp:revision>3</cp:revision>
  <cp:lastPrinted>2021-03-26T12:51:00Z</cp:lastPrinted>
  <dcterms:created xsi:type="dcterms:W3CDTF">2022-01-31T12:32:00Z</dcterms:created>
  <dcterms:modified xsi:type="dcterms:W3CDTF">2022-01-31T12:38:00Z</dcterms:modified>
</cp:coreProperties>
</file>